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8" w:rsidRPr="009F6AA3" w:rsidRDefault="00285AC8">
      <w:pPr>
        <w:spacing w:after="200" w:line="276" w:lineRule="auto"/>
        <w:rPr>
          <w:rFonts w:ascii="Arial" w:hAnsi="Arial" w:cs="Arial"/>
          <w:color w:val="EBDDC3" w:themeColor="background2"/>
        </w:rPr>
      </w:pPr>
    </w:p>
    <w:sdt>
      <w:sdtPr>
        <w:rPr>
          <w:rFonts w:ascii="Arial" w:hAnsi="Arial"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9F6AA3" w:rsidRDefault="00D17462">
          <w:pPr>
            <w:pStyle w:val="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215</w:t>
          </w:r>
          <w:r w:rsidR="00E708C4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  <w:lang w:val="de-CH"/>
            </w:rPr>
            <w:t>Pressekonferenz</w:t>
          </w:r>
          <w:r w:rsidR="00E708C4">
            <w:rPr>
              <w:rFonts w:ascii="Arial" w:hAnsi="Arial" w:cs="Arial"/>
              <w:lang w:val="de-CH"/>
            </w:rPr>
            <w:t xml:space="preserve"> </w:t>
          </w:r>
          <w:r w:rsidR="00E049C6" w:rsidRPr="009F6AA3">
            <w:rPr>
              <w:rFonts w:ascii="Arial" w:hAnsi="Arial" w:cs="Arial"/>
              <w:lang w:val="de-CH"/>
            </w:rPr>
            <w:t xml:space="preserve"> 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9F6AA3" w:rsidRDefault="00E708C4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Figurant SC</w:t>
          </w:r>
        </w:p>
      </w:sdtContent>
    </w:sdt>
    <w:p w:rsidR="00D4000B" w:rsidRDefault="00E708C4" w:rsidP="00E708C4">
      <w:pPr>
        <w:rPr>
          <w:rFonts w:ascii="Arial" w:hAnsi="Arial" w:cs="Arial"/>
          <w:lang w:val="de-CH"/>
        </w:rPr>
      </w:pPr>
      <w:r>
        <w:rPr>
          <w:rStyle w:val="berschrift3Zchn"/>
          <w:rFonts w:ascii="Arial" w:hAnsi="Arial" w:cs="Arial"/>
        </w:rPr>
        <w:t>Rollenbeschrieb</w:t>
      </w:r>
      <w:r w:rsidR="008443B2" w:rsidRPr="005D2F13">
        <w:rPr>
          <w:rStyle w:val="berschrift4Zchn"/>
          <w:rFonts w:ascii="Arial" w:hAnsi="Arial" w:cs="Arial"/>
        </w:rPr>
        <w:br/>
      </w:r>
      <w:r w:rsidR="00130767">
        <w:rPr>
          <w:rFonts w:ascii="Arial" w:hAnsi="Arial" w:cs="Arial"/>
          <w:lang w:val="de-CH"/>
        </w:rPr>
        <w:t xml:space="preserve">- Sie sind </w:t>
      </w:r>
      <w:r>
        <w:rPr>
          <w:rFonts w:ascii="Arial" w:hAnsi="Arial" w:cs="Arial"/>
          <w:lang w:val="de-CH"/>
        </w:rPr>
        <w:t>Stabschef des KFS Luzern.</w:t>
      </w:r>
    </w:p>
    <w:p w:rsidR="00E708C4" w:rsidRDefault="002B0A3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Sie haben vor rund </w:t>
      </w:r>
      <w:r w:rsidR="00D17462">
        <w:rPr>
          <w:rFonts w:ascii="Arial" w:hAnsi="Arial" w:cs="Arial"/>
          <w:lang w:val="de-CH"/>
        </w:rPr>
        <w:t>Zwei</w:t>
      </w:r>
      <w:r>
        <w:rPr>
          <w:rFonts w:ascii="Arial" w:hAnsi="Arial" w:cs="Arial"/>
          <w:lang w:val="de-CH"/>
        </w:rPr>
        <w:t xml:space="preserve"> Stunde</w:t>
      </w:r>
      <w:r w:rsidR="00D17462">
        <w:rPr>
          <w:rFonts w:ascii="Arial" w:hAnsi="Arial" w:cs="Arial"/>
          <w:lang w:val="de-CH"/>
        </w:rPr>
        <w:t xml:space="preserve"> eine</w:t>
      </w:r>
      <w:r w:rsidR="00E708C4">
        <w:rPr>
          <w:rFonts w:ascii="Arial" w:hAnsi="Arial" w:cs="Arial"/>
          <w:lang w:val="de-CH"/>
        </w:rPr>
        <w:t xml:space="preserve"> </w:t>
      </w:r>
      <w:r w:rsidR="00D17462">
        <w:rPr>
          <w:rFonts w:ascii="Arial" w:hAnsi="Arial" w:cs="Arial"/>
          <w:lang w:val="de-CH"/>
        </w:rPr>
        <w:t>Pressekonferenz festgelegt die</w:t>
      </w:r>
      <w:r w:rsidR="00E708C4">
        <w:rPr>
          <w:rFonts w:ascii="Arial" w:hAnsi="Arial" w:cs="Arial"/>
          <w:lang w:val="de-CH"/>
        </w:rPr>
        <w:t xml:space="preserve"> nun stattfinden soll. Gemäss beigefügter Traktandenliste</w:t>
      </w:r>
      <w:r>
        <w:rPr>
          <w:rFonts w:ascii="Arial" w:hAnsi="Arial" w:cs="Arial"/>
          <w:lang w:val="de-CH"/>
        </w:rPr>
        <w:t>.</w:t>
      </w:r>
    </w:p>
    <w:p w:rsid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Ziel / Zweck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Ziel dieses Rapportes ist es </w:t>
      </w:r>
      <w:r w:rsidR="00D17462">
        <w:rPr>
          <w:rFonts w:ascii="Arial" w:hAnsi="Arial" w:cs="Arial"/>
          <w:lang w:val="de-CH"/>
        </w:rPr>
        <w:t>Sie die Medien auf den neusten Informationsstand bezüglich des Ereignisses Erdbeben zu bringen.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Lageb</w:t>
      </w:r>
      <w:r w:rsidR="000F7A2D">
        <w:rPr>
          <w:rFonts w:ascii="Arial" w:hAnsi="Arial" w:cs="Arial"/>
          <w:b/>
          <w:lang w:val="de-CH"/>
        </w:rPr>
        <w:t>ild</w:t>
      </w:r>
      <w:r w:rsidRPr="00314193">
        <w:rPr>
          <w:rFonts w:ascii="Arial" w:hAnsi="Arial" w:cs="Arial"/>
          <w:b/>
          <w:lang w:val="de-CH"/>
        </w:rPr>
        <w:t>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0F7A2D" w:rsidRPr="00314193" w:rsidRDefault="000F7A2D" w:rsidP="000F7A2D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Lagebeurteilung</w:t>
      </w:r>
      <w:r w:rsidRPr="00314193">
        <w:rPr>
          <w:rFonts w:ascii="Arial" w:hAnsi="Arial" w:cs="Arial"/>
          <w:b/>
          <w:lang w:val="de-CH"/>
        </w:rPr>
        <w:t>:</w:t>
      </w:r>
    </w:p>
    <w:p w:rsidR="000F7A2D" w:rsidRDefault="000F7A2D" w:rsidP="000F7A2D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D17462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Getroffenen Massnahmen</w:t>
      </w:r>
      <w:r w:rsidR="00314193" w:rsidRPr="00314193">
        <w:rPr>
          <w:rFonts w:ascii="Arial" w:hAnsi="Arial" w:cs="Arial"/>
          <w:b/>
          <w:lang w:val="de-CH"/>
        </w:rPr>
        <w:t>:</w:t>
      </w:r>
    </w:p>
    <w:p w:rsidR="00314193" w:rsidRDefault="00D17462" w:rsidP="00D17462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Getroffenen Massnahmen durch den Kanton:</w:t>
      </w:r>
    </w:p>
    <w:p w:rsidR="00D17462" w:rsidRDefault="00D17462" w:rsidP="00D17462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Weisungen an die Bevölkerung mittels ICARO.</w:t>
      </w:r>
    </w:p>
    <w:p w:rsidR="00D17462" w:rsidRDefault="00D17462" w:rsidP="00D17462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Organisation einer Notwasserversorgung sowie Notversorgung mit Strom.</w:t>
      </w:r>
    </w:p>
    <w:p w:rsidR="00D17462" w:rsidRDefault="00D17462" w:rsidP="00D17462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Aufgebot aller Priorisierten ZS Formationen.</w:t>
      </w:r>
    </w:p>
    <w:p w:rsidR="00D17462" w:rsidRDefault="00D17462" w:rsidP="00D17462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Planung einer Notstromversorgung.</w:t>
      </w:r>
    </w:p>
    <w:p w:rsidR="00D17462" w:rsidRDefault="00D17462" w:rsidP="00D17462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Schaffen eines generellen Lageüberblicks.</w:t>
      </w:r>
    </w:p>
    <w:p w:rsidR="00D17462" w:rsidRDefault="00D17462" w:rsidP="00D17462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Aufgebot aller sanitätsdienstlicher Mittel.</w:t>
      </w:r>
    </w:p>
    <w:p w:rsidR="00D17462" w:rsidRPr="00D17462" w:rsidRDefault="00D17462" w:rsidP="00D17462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Koordination humanitärer Hilfe im Kanton.</w:t>
      </w:r>
    </w:p>
    <w:p w:rsidR="00D17462" w:rsidRDefault="00D17462" w:rsidP="00D17462">
      <w:pPr>
        <w:spacing w:after="200" w:line="276" w:lineRule="auto"/>
        <w:rPr>
          <w:rFonts w:ascii="Arial" w:hAnsi="Arial" w:cs="Arial"/>
          <w:lang w:val="de-CH"/>
        </w:rPr>
      </w:pPr>
    </w:p>
    <w:p w:rsidR="00314193" w:rsidRPr="00D17462" w:rsidRDefault="00D17462" w:rsidP="00D17462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b/>
          <w:lang w:val="de-CH"/>
        </w:rPr>
        <w:t>Fragerunde</w:t>
      </w:r>
      <w:r w:rsidR="00314193" w:rsidRPr="00DD3359">
        <w:rPr>
          <w:rFonts w:ascii="Arial" w:hAnsi="Arial" w:cs="Arial"/>
          <w:b/>
          <w:lang w:val="de-CH"/>
        </w:rPr>
        <w:t>:</w:t>
      </w:r>
    </w:p>
    <w:p w:rsidR="00314193" w:rsidRDefault="00D17462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Gemäss den Fragen der Reportern.</w:t>
      </w: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</w:p>
    <w:p w:rsidR="00DD3359" w:rsidRDefault="00D17462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Nächste Pressekonferenz</w:t>
      </w:r>
    </w:p>
    <w:p w:rsidR="00DD3359" w:rsidRPr="00D17462" w:rsidRDefault="00D17462" w:rsidP="00D17462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In acht Stunden.</w:t>
      </w:r>
    </w:p>
    <w:p w:rsidR="00314193" w:rsidRDefault="004E2738" w:rsidP="004E2738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314193" w:rsidRDefault="00314193" w:rsidP="00314193">
      <w:pPr>
        <w:spacing w:after="0" w:line="276" w:lineRule="auto"/>
        <w:rPr>
          <w:rFonts w:ascii="Arial" w:hAnsi="Arial" w:cs="Arial"/>
          <w:lang w:val="de-CH"/>
        </w:rPr>
      </w:pPr>
    </w:p>
    <w:p w:rsidR="004C1CD3" w:rsidRPr="004C1CD3" w:rsidRDefault="00D17462" w:rsidP="004C1CD3">
      <w:pPr>
        <w:tabs>
          <w:tab w:val="left" w:pos="5529"/>
          <w:tab w:val="left" w:pos="6946"/>
          <w:tab w:val="left" w:leader="dot" w:pos="9639"/>
        </w:tabs>
        <w:ind w:left="-426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b/>
          <w:sz w:val="52"/>
          <w:szCs w:val="52"/>
        </w:rPr>
        <w:t>Pressekonferenz</w:t>
      </w:r>
      <w:r w:rsidR="004C1CD3" w:rsidRPr="004C1CD3">
        <w:rPr>
          <w:rFonts w:ascii="Arial" w:eastAsia="Times New Roman" w:hAnsi="Arial" w:cs="Arial"/>
          <w:b/>
          <w:sz w:val="52"/>
          <w:szCs w:val="52"/>
        </w:rPr>
        <w:br/>
      </w:r>
      <w:r w:rsidR="004C1CD3" w:rsidRPr="004C1CD3">
        <w:rPr>
          <w:rFonts w:ascii="Arial" w:eastAsia="Times New Roman" w:hAnsi="Arial" w:cs="Arial"/>
          <w:b/>
          <w:sz w:val="32"/>
          <w:szCs w:val="32"/>
        </w:rPr>
        <w:tab/>
      </w:r>
      <w:r w:rsidR="004C1CD3" w:rsidRPr="004C1CD3">
        <w:rPr>
          <w:rFonts w:ascii="Arial" w:eastAsia="Times New Roman" w:hAnsi="Arial" w:cs="Arial"/>
          <w:sz w:val="32"/>
          <w:szCs w:val="32"/>
        </w:rPr>
        <w:tab/>
      </w:r>
    </w:p>
    <w:p w:rsidR="004C1CD3" w:rsidRPr="004C1CD3" w:rsidRDefault="004C1CD3" w:rsidP="004C1CD3">
      <w:pPr>
        <w:tabs>
          <w:tab w:val="left" w:pos="851"/>
          <w:tab w:val="left" w:leader="dot" w:pos="5670"/>
          <w:tab w:val="left" w:pos="5812"/>
          <w:tab w:val="left" w:pos="6946"/>
          <w:tab w:val="left" w:leader="dot" w:pos="10348"/>
        </w:tabs>
        <w:ind w:left="-426"/>
        <w:rPr>
          <w:rFonts w:ascii="Arial" w:eastAsia="Times New Roman" w:hAnsi="Arial" w:cs="Arial"/>
          <w:sz w:val="32"/>
          <w:szCs w:val="32"/>
        </w:rPr>
      </w:pPr>
      <w:r w:rsidRPr="004C1CD3">
        <w:rPr>
          <w:rFonts w:ascii="Arial" w:eastAsia="Times New Roman" w:hAnsi="Arial" w:cs="Arial"/>
          <w:sz w:val="32"/>
          <w:szCs w:val="32"/>
        </w:rPr>
        <w:t xml:space="preserve">Ereignis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 w:val="32"/>
          <w:szCs w:val="32"/>
        </w:rPr>
        <w:t xml:space="preserve">Datum / Zeit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br/>
      </w:r>
    </w:p>
    <w:tbl>
      <w:tblPr>
        <w:tblStyle w:val="Tabellengitternetz"/>
        <w:tblW w:w="10774" w:type="dxa"/>
        <w:tblInd w:w="-31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/>
      </w:tblPr>
      <w:tblGrid>
        <w:gridCol w:w="755"/>
        <w:gridCol w:w="5498"/>
        <w:gridCol w:w="3032"/>
        <w:gridCol w:w="1489"/>
      </w:tblGrid>
      <w:tr w:rsidR="004C1CD3" w:rsidRPr="004C1CD3" w:rsidTr="002E1981">
        <w:trPr>
          <w:trHeight w:hRule="exact" w:val="794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Nr.</w:t>
            </w: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Traktandum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Wer</w:t>
            </w:r>
          </w:p>
        </w:tc>
        <w:tc>
          <w:tcPr>
            <w:tcW w:w="1489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Zeit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Ziel /Zweck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Lagebild 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Lagebeurteilung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D17462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Getroffene Massnahmen</w:t>
            </w:r>
          </w:p>
        </w:tc>
        <w:tc>
          <w:tcPr>
            <w:tcW w:w="3032" w:type="dxa"/>
            <w:vAlign w:val="center"/>
          </w:tcPr>
          <w:p w:rsidR="004C1CD3" w:rsidRPr="004C1CD3" w:rsidRDefault="004F5A97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D17462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="000F7A2D">
              <w:rPr>
                <w:rFonts w:ascii="Arial" w:hAnsi="Arial" w:cs="Arial"/>
                <w:sz w:val="32"/>
                <w:szCs w:val="32"/>
              </w:rPr>
              <w:t xml:space="preserve">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D17462" w:rsidP="002E1981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Fragerunde</w:t>
            </w:r>
          </w:p>
        </w:tc>
        <w:tc>
          <w:tcPr>
            <w:tcW w:w="3032" w:type="dxa"/>
            <w:vAlign w:val="center"/>
          </w:tcPr>
          <w:p w:rsidR="004C1CD3" w:rsidRPr="004C1CD3" w:rsidRDefault="004F5A97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Alle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D17462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Nächste Pressekonferenz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min</w:t>
            </w:r>
          </w:p>
        </w:tc>
      </w:tr>
    </w:tbl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1F5889" w:rsidRPr="005D2F13" w:rsidRDefault="001F5889" w:rsidP="000F7A2D">
      <w:pPr>
        <w:spacing w:after="200" w:line="276" w:lineRule="auto"/>
        <w:rPr>
          <w:rFonts w:ascii="Arial" w:hAnsi="Arial" w:cs="Arial"/>
          <w:lang w:val="de-CH"/>
        </w:rPr>
      </w:pPr>
    </w:p>
    <w:sectPr w:rsidR="001F5889" w:rsidRPr="005D2F13" w:rsidSect="00285AC8">
      <w:headerReference w:type="even" r:id="rId11"/>
      <w:headerReference w:type="default" r:id="rId12"/>
      <w:footerReference w:type="even" r:id="rId13"/>
      <w:footerReference w:type="default" r:id="rId14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15D" w:rsidRDefault="0017315D">
      <w:pPr>
        <w:spacing w:after="0" w:line="240" w:lineRule="auto"/>
      </w:pPr>
      <w:r>
        <w:separator/>
      </w:r>
    </w:p>
  </w:endnote>
  <w:endnote w:type="continuationSeparator" w:id="0">
    <w:p w:rsidR="0017315D" w:rsidRDefault="00173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Default="00DD3359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Pr="00730B37" w:rsidRDefault="00DD3359" w:rsidP="00D70B16">
    <w:pPr>
      <w:pStyle w:val="Fuzeile-Ungerade"/>
      <w:jc w:val="center"/>
      <w:rPr>
        <w:szCs w:val="18"/>
      </w:rPr>
    </w:pP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szCs w:val="18"/>
      </w:rPr>
      <w:t>SSIM/ChA/</w:t>
    </w:r>
    <w:r>
      <w:rPr>
        <w:szCs w:val="18"/>
      </w:rPr>
      <w:t>pwi</w:t>
    </w:r>
    <w:r w:rsidRPr="00730B37">
      <w:rPr>
        <w:szCs w:val="18"/>
      </w:rPr>
      <w:t>/UTS/AG</w:t>
    </w:r>
    <w:r w:rsidRPr="00730B37">
      <w:rPr>
        <w:szCs w:val="18"/>
      </w:rPr>
      <w:tab/>
    </w:r>
    <w:r>
      <w:rPr>
        <w:szCs w:val="18"/>
      </w:rPr>
      <w:t xml:space="preserve">   </w:t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  <w:t xml:space="preserve"> Seite </w:t>
    </w:r>
    <w:r w:rsidR="00E46667" w:rsidRPr="00730B37">
      <w:rPr>
        <w:szCs w:val="18"/>
      </w:rPr>
      <w:fldChar w:fldCharType="begin"/>
    </w:r>
    <w:r w:rsidRPr="00730B37">
      <w:rPr>
        <w:szCs w:val="18"/>
      </w:rPr>
      <w:instrText xml:space="preserve"> PAGE   \* MERGEFORMAT </w:instrText>
    </w:r>
    <w:r w:rsidR="00E46667" w:rsidRPr="00730B37">
      <w:rPr>
        <w:szCs w:val="18"/>
      </w:rPr>
      <w:fldChar w:fldCharType="separate"/>
    </w:r>
    <w:r w:rsidR="004F5A97">
      <w:rPr>
        <w:noProof/>
        <w:szCs w:val="18"/>
      </w:rPr>
      <w:t>1</w:t>
    </w:r>
    <w:r w:rsidR="00E46667" w:rsidRPr="00730B37">
      <w:rPr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15D" w:rsidRDefault="0017315D">
      <w:pPr>
        <w:spacing w:after="0" w:line="240" w:lineRule="auto"/>
      </w:pPr>
      <w:r>
        <w:separator/>
      </w:r>
    </w:p>
  </w:footnote>
  <w:footnote w:type="continuationSeparator" w:id="0">
    <w:p w:rsidR="0017315D" w:rsidRDefault="00173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E46667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17462">
          <w:rPr>
            <w:szCs w:val="20"/>
            <w:lang w:val="de-CH"/>
          </w:rPr>
          <w:t xml:space="preserve">215 Pressekonferenz  </w:t>
        </w:r>
      </w:sdtContent>
    </w:sdt>
  </w:p>
  <w:p w:rsidR="00DD3359" w:rsidRDefault="00DD335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E46667">
    <w:pPr>
      <w:pStyle w:val="Kopfzeile-Ungerade"/>
      <w:rPr>
        <w:szCs w:val="20"/>
      </w:rPr>
    </w:pPr>
    <w:sdt>
      <w:sdtPr>
        <w:rPr>
          <w:b w:val="0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17462">
          <w:rPr>
            <w:b w:val="0"/>
            <w:szCs w:val="20"/>
            <w:lang w:val="de-CH"/>
          </w:rPr>
          <w:t xml:space="preserve">215 Pressekonferenz  </w:t>
        </w:r>
      </w:sdtContent>
    </w:sdt>
  </w:p>
  <w:p w:rsidR="00DD3359" w:rsidRDefault="00DD335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EA3805"/>
    <w:multiLevelType w:val="hybridMultilevel"/>
    <w:tmpl w:val="92F06E30"/>
    <w:lvl w:ilvl="0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85271"/>
    <w:multiLevelType w:val="hybridMultilevel"/>
    <w:tmpl w:val="585AD8EC"/>
    <w:lvl w:ilvl="0" w:tplc="750E220A">
      <w:start w:val="107"/>
      <w:numFmt w:val="bullet"/>
      <w:lvlText w:val=""/>
      <w:lvlJc w:val="left"/>
      <w:pPr>
        <w:ind w:left="1800" w:hanging="360"/>
      </w:pPr>
      <w:rPr>
        <w:rFonts w:ascii="Wingdings" w:eastAsiaTheme="minorEastAsia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B0E73"/>
    <w:multiLevelType w:val="hybridMultilevel"/>
    <w:tmpl w:val="E48E9BAA"/>
    <w:lvl w:ilvl="0" w:tplc="76C0024C">
      <w:start w:val="3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1B09B1"/>
    <w:multiLevelType w:val="hybridMultilevel"/>
    <w:tmpl w:val="56A2E0F4"/>
    <w:lvl w:ilvl="0" w:tplc="E438CE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8"/>
  </w:num>
  <w:num w:numId="18">
    <w:abstractNumId w:val="13"/>
  </w:num>
  <w:num w:numId="19">
    <w:abstractNumId w:val="11"/>
  </w:num>
  <w:num w:numId="20">
    <w:abstractNumId w:val="6"/>
  </w:num>
  <w:num w:numId="21">
    <w:abstractNumId w:val="10"/>
  </w:num>
  <w:num w:numId="22">
    <w:abstractNumId w:val="14"/>
  </w:num>
  <w:num w:numId="23">
    <w:abstractNumId w:val="12"/>
  </w:num>
  <w:num w:numId="24">
    <w:abstractNumId w:val="5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672016"/>
    <w:rsid w:val="00007532"/>
    <w:rsid w:val="000315C9"/>
    <w:rsid w:val="00041332"/>
    <w:rsid w:val="0005167B"/>
    <w:rsid w:val="00076D98"/>
    <w:rsid w:val="000F7A2D"/>
    <w:rsid w:val="00110E6F"/>
    <w:rsid w:val="00130767"/>
    <w:rsid w:val="00132614"/>
    <w:rsid w:val="0017315D"/>
    <w:rsid w:val="00174D44"/>
    <w:rsid w:val="00191D56"/>
    <w:rsid w:val="00197AF7"/>
    <w:rsid w:val="001B1A6E"/>
    <w:rsid w:val="001B4C83"/>
    <w:rsid w:val="001C4A6B"/>
    <w:rsid w:val="001E0D15"/>
    <w:rsid w:val="001E2CB3"/>
    <w:rsid w:val="001F15F6"/>
    <w:rsid w:val="001F5889"/>
    <w:rsid w:val="00206B4B"/>
    <w:rsid w:val="00210F9E"/>
    <w:rsid w:val="00213BB4"/>
    <w:rsid w:val="00222596"/>
    <w:rsid w:val="00275A5D"/>
    <w:rsid w:val="00285AC8"/>
    <w:rsid w:val="00287064"/>
    <w:rsid w:val="002A5DDA"/>
    <w:rsid w:val="002B0A33"/>
    <w:rsid w:val="002B663F"/>
    <w:rsid w:val="002C53A8"/>
    <w:rsid w:val="002E5FB3"/>
    <w:rsid w:val="00314193"/>
    <w:rsid w:val="0033309D"/>
    <w:rsid w:val="00453FAA"/>
    <w:rsid w:val="00456B83"/>
    <w:rsid w:val="004B65AF"/>
    <w:rsid w:val="004C1CD3"/>
    <w:rsid w:val="004C3587"/>
    <w:rsid w:val="004C5B57"/>
    <w:rsid w:val="004D3346"/>
    <w:rsid w:val="004D6DF8"/>
    <w:rsid w:val="004E2738"/>
    <w:rsid w:val="004F5A97"/>
    <w:rsid w:val="00592552"/>
    <w:rsid w:val="005C0821"/>
    <w:rsid w:val="005C3EE2"/>
    <w:rsid w:val="005D2F13"/>
    <w:rsid w:val="00600F58"/>
    <w:rsid w:val="00631903"/>
    <w:rsid w:val="00634E29"/>
    <w:rsid w:val="00656819"/>
    <w:rsid w:val="00672016"/>
    <w:rsid w:val="00695733"/>
    <w:rsid w:val="00700F15"/>
    <w:rsid w:val="00706BF2"/>
    <w:rsid w:val="00730B37"/>
    <w:rsid w:val="007708B2"/>
    <w:rsid w:val="007B21B0"/>
    <w:rsid w:val="007B5163"/>
    <w:rsid w:val="008443B2"/>
    <w:rsid w:val="008B0BE5"/>
    <w:rsid w:val="008B28F5"/>
    <w:rsid w:val="008E4456"/>
    <w:rsid w:val="008E5C0F"/>
    <w:rsid w:val="00904A1C"/>
    <w:rsid w:val="009857F1"/>
    <w:rsid w:val="009A411C"/>
    <w:rsid w:val="009D750B"/>
    <w:rsid w:val="009F6AA3"/>
    <w:rsid w:val="00A2694D"/>
    <w:rsid w:val="00A43D33"/>
    <w:rsid w:val="00A461E1"/>
    <w:rsid w:val="00A51BB7"/>
    <w:rsid w:val="00AC3F1B"/>
    <w:rsid w:val="00B422CA"/>
    <w:rsid w:val="00B65BD7"/>
    <w:rsid w:val="00B875F2"/>
    <w:rsid w:val="00BC625D"/>
    <w:rsid w:val="00C2493E"/>
    <w:rsid w:val="00C7712F"/>
    <w:rsid w:val="00CF263F"/>
    <w:rsid w:val="00CF4950"/>
    <w:rsid w:val="00D17462"/>
    <w:rsid w:val="00D4000B"/>
    <w:rsid w:val="00D70B16"/>
    <w:rsid w:val="00D76210"/>
    <w:rsid w:val="00DC5534"/>
    <w:rsid w:val="00DD3359"/>
    <w:rsid w:val="00E049C6"/>
    <w:rsid w:val="00E24702"/>
    <w:rsid w:val="00E46667"/>
    <w:rsid w:val="00E60D28"/>
    <w:rsid w:val="00E708C4"/>
    <w:rsid w:val="00EF44E9"/>
    <w:rsid w:val="00F4247E"/>
    <w:rsid w:val="00F507B6"/>
    <w:rsid w:val="00F70929"/>
    <w:rsid w:val="00F71072"/>
    <w:rsid w:val="00F7262B"/>
    <w:rsid w:val="00FC2891"/>
    <w:rsid w:val="00FE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C8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03\Desktop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1</Pages>
  <Words>164</Words>
  <Characters>1034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033 Orientierungsrapport  </vt:lpstr>
      <vt:lpstr/>
      <vt:lpstr>    Heading 2|two</vt:lpstr>
      <vt:lpstr>        Heading 3|three</vt:lpstr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215 Pressekonferenz  </dc:title>
  <dc:subject>Übungseinführung</dc:subject>
  <dc:creator>inst</dc:creator>
  <cp:lastModifiedBy>inst</cp:lastModifiedBy>
  <cp:revision>23</cp:revision>
  <cp:lastPrinted>2011-03-10T06:46:00Z</cp:lastPrinted>
  <dcterms:created xsi:type="dcterms:W3CDTF">2011-03-03T19:14:00Z</dcterms:created>
  <dcterms:modified xsi:type="dcterms:W3CDTF">2011-03-10T06:49:00Z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